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154116" w14:textId="77777777" w:rsidR="00E00E7A" w:rsidRDefault="00E00E7A" w:rsidP="006E5C6C"/>
    <w:p w14:paraId="523FE11F" w14:textId="29400089" w:rsidR="008B1A2C" w:rsidRDefault="008B1A2C" w:rsidP="007F4F76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72239">
        <w:rPr>
          <w:b/>
          <w:color w:val="FF5200" w:themeColor="accent2"/>
          <w:sz w:val="36"/>
          <w:szCs w:val="36"/>
        </w:rPr>
        <w:t>názvem „</w:t>
      </w:r>
      <w:r w:rsidR="00534B2C" w:rsidRPr="00534B2C">
        <w:rPr>
          <w:b/>
          <w:color w:val="FF5200" w:themeColor="accent2"/>
          <w:sz w:val="36"/>
          <w:szCs w:val="36"/>
        </w:rPr>
        <w:t>Dodávka 1 sady statického laserového skeneru pro práci s Building Information Modelling (BIM) a kontrolou staveb</w:t>
      </w:r>
      <w:r w:rsidR="008E506F">
        <w:rPr>
          <w:b/>
          <w:color w:val="FF5200" w:themeColor="accent2"/>
          <w:sz w:val="36"/>
          <w:szCs w:val="36"/>
        </w:rPr>
        <w:t>“</w:t>
      </w:r>
      <w:r w:rsidR="007F4F76" w:rsidRPr="00872239">
        <w:rPr>
          <w:b/>
          <w:color w:val="FF5200" w:themeColor="accent2"/>
          <w:sz w:val="36"/>
          <w:szCs w:val="36"/>
        </w:rPr>
        <w:t xml:space="preserve"> </w:t>
      </w:r>
      <w:r w:rsidR="000128D4" w:rsidRPr="00872239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50FE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4349</w:t>
      </w:r>
      <w:r w:rsidR="00872239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p w14:paraId="2631D4B9" w14:textId="77777777" w:rsidR="008E506F" w:rsidRPr="00B87D91" w:rsidRDefault="008E506F" w:rsidP="007F4F76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A983DA" w14:textId="455216A2" w:rsidR="0055464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916504" w:history="1">
            <w:r w:rsidR="0055464A" w:rsidRPr="00522611">
              <w:rPr>
                <w:rStyle w:val="Hypertextovodkaz"/>
                <w:noProof/>
              </w:rPr>
              <w:t>Kapitola 1.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Základní údaje k nabídce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_Toc168916504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2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70341C42" w14:textId="121B9D67" w:rsidR="0055464A" w:rsidRDefault="0055464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5" w:history="1">
            <w:r w:rsidRPr="00522611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22611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_Toc168916505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CF68E" w14:textId="5DBD50DD" w:rsidR="0055464A" w:rsidRDefault="0055464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6" w:history="1">
            <w:r w:rsidRPr="00522611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22611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_Toc168916506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FB72B0" w14:textId="5DDDA78D" w:rsidR="0055464A" w:rsidRDefault="0055464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7" w:history="1">
            <w:r w:rsidRPr="00522611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22611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_Toc168916507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6BA041" w14:textId="739A72DC" w:rsidR="0055464A" w:rsidRDefault="0055464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8" w:history="1">
            <w:r w:rsidRPr="00522611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22611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_Toc168916508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EFC10C" w14:textId="233F1730" w:rsidR="0055464A" w:rsidRDefault="0055464A" w:rsidP="0055464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9" w:history="1">
            <w:r w:rsidRPr="00522611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22611">
              <w:rPr>
                <w:rStyle w:val="Hypertextovodkaz"/>
                <w:noProof/>
              </w:rPr>
              <w:t>Čestné</w:t>
            </w:r>
            <w:r w:rsidRPr="0052261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_Toc168916509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5CD9E4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91650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41FCE5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C32DB">
        <w:t xml:space="preserve">jako </w:t>
      </w:r>
      <w:r w:rsidR="000128D4" w:rsidRPr="00CC32DB">
        <w:rPr>
          <w:rFonts w:eastAsia="Times New Roman" w:cs="Times New Roman"/>
          <w:lang w:eastAsia="cs-CZ"/>
        </w:rPr>
        <w:t>podlimitní sektorovou veřejnou zakázku</w:t>
      </w:r>
      <w:r w:rsidRPr="00CC32DB">
        <w:t>, jsou pravdivé</w:t>
      </w:r>
      <w:r w:rsidR="009771C9" w:rsidRPr="00CC32DB">
        <w:t>, úplné a odpovídají skutečnosti</w:t>
      </w:r>
      <w:r w:rsidRPr="00CC32DB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50FE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50FE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916505"/>
      <w:r>
        <w:lastRenderedPageBreak/>
        <w:t>Ceník</w:t>
      </w:r>
      <w:bookmarkEnd w:id="1"/>
    </w:p>
    <w:p w14:paraId="3E5E9B0F" w14:textId="58EA98E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C32DB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CC32DB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CC32DB">
        <w:rPr>
          <w:rStyle w:val="Siln"/>
          <w:b w:val="0"/>
          <w:bCs w:val="0"/>
          <w:i/>
          <w:iCs/>
        </w:rPr>
        <w:t>Závazného vzoru smlouvy</w:t>
      </w:r>
      <w:r w:rsidR="00CC32DB">
        <w:rPr>
          <w:rStyle w:val="Siln"/>
          <w:b w:val="0"/>
          <w:bCs w:val="0"/>
          <w:i/>
          <w:iCs/>
        </w:rPr>
        <w:t>)</w:t>
      </w:r>
      <w:r w:rsidRPr="00CC32DB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E00E7A">
          <w:headerReference w:type="first" r:id="rId14"/>
          <w:footerReference w:type="first" r:id="rId15"/>
          <w:pgSz w:w="11906" w:h="16838" w:code="9"/>
          <w:pgMar w:top="1049" w:right="1134" w:bottom="1474" w:left="2070" w:header="680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91650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9165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16891650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91650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6E5EB6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E00E7A"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181E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6C9A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3659D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0F62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B5A4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68F6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664C7700" w:rsidR="00A327CB" w:rsidRPr="00E00E7A" w:rsidRDefault="00A327CB" w:rsidP="00E00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11C3"/>
    <w:rsid w:val="00045E47"/>
    <w:rsid w:val="00050EDD"/>
    <w:rsid w:val="000717AE"/>
    <w:rsid w:val="00072C1E"/>
    <w:rsid w:val="00077060"/>
    <w:rsid w:val="00086B78"/>
    <w:rsid w:val="00097793"/>
    <w:rsid w:val="000A412D"/>
    <w:rsid w:val="000B5E1C"/>
    <w:rsid w:val="000C59D5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1F5319"/>
    <w:rsid w:val="002038F3"/>
    <w:rsid w:val="002072A0"/>
    <w:rsid w:val="00207DF5"/>
    <w:rsid w:val="002126E7"/>
    <w:rsid w:val="002243A8"/>
    <w:rsid w:val="00225620"/>
    <w:rsid w:val="002305E9"/>
    <w:rsid w:val="0023070F"/>
    <w:rsid w:val="00250FE1"/>
    <w:rsid w:val="0027438E"/>
    <w:rsid w:val="00280E07"/>
    <w:rsid w:val="00293E5A"/>
    <w:rsid w:val="002C31BF"/>
    <w:rsid w:val="002D08B1"/>
    <w:rsid w:val="002D5A0F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7B79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4B2C"/>
    <w:rsid w:val="00553375"/>
    <w:rsid w:val="0055464A"/>
    <w:rsid w:val="00557C28"/>
    <w:rsid w:val="005736B7"/>
    <w:rsid w:val="00574DC4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6677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1BDB"/>
    <w:rsid w:val="007F4F76"/>
    <w:rsid w:val="007F56A7"/>
    <w:rsid w:val="00807DD0"/>
    <w:rsid w:val="008438A4"/>
    <w:rsid w:val="0084684F"/>
    <w:rsid w:val="00861306"/>
    <w:rsid w:val="008659F3"/>
    <w:rsid w:val="00872239"/>
    <w:rsid w:val="00882189"/>
    <w:rsid w:val="00882905"/>
    <w:rsid w:val="008855C2"/>
    <w:rsid w:val="00886D4B"/>
    <w:rsid w:val="00895406"/>
    <w:rsid w:val="008A3568"/>
    <w:rsid w:val="008B1A2C"/>
    <w:rsid w:val="008D03B9"/>
    <w:rsid w:val="008E506F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7BEC"/>
    <w:rsid w:val="00962258"/>
    <w:rsid w:val="009678B7"/>
    <w:rsid w:val="009771C9"/>
    <w:rsid w:val="009833E1"/>
    <w:rsid w:val="00992D9C"/>
    <w:rsid w:val="009941EF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7DD0"/>
    <w:rsid w:val="00A60623"/>
    <w:rsid w:val="00A6177B"/>
    <w:rsid w:val="00A63D48"/>
    <w:rsid w:val="00A66136"/>
    <w:rsid w:val="00A73FAF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F4C48"/>
    <w:rsid w:val="00B15D0D"/>
    <w:rsid w:val="00B346BB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2D7C"/>
    <w:rsid w:val="00C636FB"/>
    <w:rsid w:val="00C6546B"/>
    <w:rsid w:val="00C81DBA"/>
    <w:rsid w:val="00C87B78"/>
    <w:rsid w:val="00CC32DB"/>
    <w:rsid w:val="00CD1FC4"/>
    <w:rsid w:val="00CF53B5"/>
    <w:rsid w:val="00D21061"/>
    <w:rsid w:val="00D247B3"/>
    <w:rsid w:val="00D3670B"/>
    <w:rsid w:val="00D4108E"/>
    <w:rsid w:val="00D52A24"/>
    <w:rsid w:val="00D6163D"/>
    <w:rsid w:val="00D73D46"/>
    <w:rsid w:val="00D831A3"/>
    <w:rsid w:val="00D834FA"/>
    <w:rsid w:val="00DC75F3"/>
    <w:rsid w:val="00DD46F3"/>
    <w:rsid w:val="00DE1BFA"/>
    <w:rsid w:val="00DE56F2"/>
    <w:rsid w:val="00DF116D"/>
    <w:rsid w:val="00E00E7A"/>
    <w:rsid w:val="00E308FE"/>
    <w:rsid w:val="00E30A0E"/>
    <w:rsid w:val="00E34137"/>
    <w:rsid w:val="00E34D19"/>
    <w:rsid w:val="00E36C4A"/>
    <w:rsid w:val="00E4572D"/>
    <w:rsid w:val="00E46950"/>
    <w:rsid w:val="00E51E44"/>
    <w:rsid w:val="00E6656A"/>
    <w:rsid w:val="00E666DF"/>
    <w:rsid w:val="00E80F60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8</Pages>
  <Words>1156</Words>
  <Characters>6825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16</cp:revision>
  <cp:lastPrinted>2024-07-15T09:14:00Z</cp:lastPrinted>
  <dcterms:created xsi:type="dcterms:W3CDTF">2024-04-09T08:36:00Z</dcterms:created>
  <dcterms:modified xsi:type="dcterms:W3CDTF">2024-11-13T09:17:00Z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